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3F3379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9A2E80">
        <w:rPr>
          <w:rFonts w:ascii="Corbel" w:hAnsi="Corbel"/>
          <w:sz w:val="20"/>
          <w:szCs w:val="24"/>
        </w:rPr>
        <w:t>2023/2024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9A2E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9A2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2E8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3F3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3F33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2E80" w:rsidRDefault="0085747A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1671CE" w:rsidRDefault="009A2E80" w:rsidP="009A2E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657B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657BE7" w:rsidRPr="00AC610C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657BE7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657BE7" w:rsidRPr="00A71892" w:rsidRDefault="00657BE7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657BE7" w:rsidRPr="001671CE" w:rsidTr="005E6E85">
        <w:tc>
          <w:tcPr>
            <w:tcW w:w="1701" w:type="dxa"/>
          </w:tcPr>
          <w:p w:rsidR="00657BE7" w:rsidRPr="001671CE" w:rsidRDefault="00657B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A35F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57BE7" w:rsidRPr="001671CE" w:rsidRDefault="009A2E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57BE7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657BE7" w:rsidRDefault="00657BE7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657BE7" w:rsidRPr="00A71892" w:rsidRDefault="00657BE7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105601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9A2E80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C61DC5" w:rsidRPr="001671CE" w:rsidRDefault="009A2E80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9A2E80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2E80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A2E80" w:rsidRPr="001671CE" w:rsidRDefault="00105601" w:rsidP="009A2E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CE11EB" w:rsidP="00CE11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3F3379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  <w:bookmarkStart w:id="0" w:name="_GoBack"/>
            <w:bookmarkEnd w:id="0"/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D8C" w:rsidRDefault="00107D8C" w:rsidP="00C16ABF">
      <w:pPr>
        <w:spacing w:after="0" w:line="240" w:lineRule="auto"/>
      </w:pPr>
      <w:r>
        <w:separator/>
      </w:r>
    </w:p>
  </w:endnote>
  <w:endnote w:type="continuationSeparator" w:id="0">
    <w:p w:rsidR="00107D8C" w:rsidRDefault="00107D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D8C" w:rsidRDefault="00107D8C" w:rsidP="00C16ABF">
      <w:pPr>
        <w:spacing w:after="0" w:line="240" w:lineRule="auto"/>
      </w:pPr>
      <w:r>
        <w:separator/>
      </w:r>
    </w:p>
  </w:footnote>
  <w:footnote w:type="continuationSeparator" w:id="0">
    <w:p w:rsidR="00107D8C" w:rsidRDefault="00107D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601"/>
    <w:rsid w:val="00107D8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84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5F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379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57BE7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CBB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2E80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7"/>
    <w:rsid w:val="00A53FA5"/>
    <w:rsid w:val="00A54817"/>
    <w:rsid w:val="00A601C8"/>
    <w:rsid w:val="00A60799"/>
    <w:rsid w:val="00A735D2"/>
    <w:rsid w:val="00A84C85"/>
    <w:rsid w:val="00A97DE1"/>
    <w:rsid w:val="00AA72D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11EB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1ED8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9BA9"/>
  <w15:docId w15:val="{15DC036C-7458-4302-9BCA-5F3114CC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CCD89-4818-447B-BDB7-A3FD9331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8</cp:revision>
  <cp:lastPrinted>2019-02-06T12:12:00Z</cp:lastPrinted>
  <dcterms:created xsi:type="dcterms:W3CDTF">2022-03-30T20:08:00Z</dcterms:created>
  <dcterms:modified xsi:type="dcterms:W3CDTF">2022-09-29T12:22:00Z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